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4c3180862bed3b57f29f37fe762f7b4b">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5d51f4fd39b0023c3fcd2ed5611f7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09E0B-22F6-4B00-92C8-61BE5731F0CD}"/>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